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4A3D8" w14:textId="77777777" w:rsidR="00F76774" w:rsidRPr="0060514A" w:rsidRDefault="00F76774" w:rsidP="00F76774">
      <w:pPr>
        <w:pStyle w:val="Heading1"/>
        <w:rPr>
          <w:sz w:val="28"/>
          <w:szCs w:val="28"/>
        </w:rPr>
      </w:pPr>
      <w:r w:rsidRPr="009222DC">
        <w:rPr>
          <w:noProof/>
          <w:sz w:val="28"/>
          <w:szCs w:val="28"/>
        </w:rPr>
        <w:t>Cellular Plasticity in Cancer</w:t>
      </w:r>
      <w:r w:rsidRPr="0060514A">
        <w:rPr>
          <w:sz w:val="28"/>
          <w:szCs w:val="28"/>
        </w:rPr>
        <w:t xml:space="preserve"> Email Templates</w:t>
      </w:r>
    </w:p>
    <w:p w14:paraId="1F0E86D6" w14:textId="77777777" w:rsidR="00F76774" w:rsidRPr="002D5D70" w:rsidRDefault="00F76774" w:rsidP="00F76774">
      <w:pPr>
        <w:pStyle w:val="Body"/>
        <w:spacing w:line="288" w:lineRule="auto"/>
        <w:rPr>
          <w:rFonts w:asciiTheme="minorHAnsi" w:hAnsiTheme="minorHAnsi" w:cstheme="minorHAnsi"/>
          <w:b/>
          <w:bCs/>
        </w:rPr>
      </w:pPr>
    </w:p>
    <w:p w14:paraId="0B5792D7" w14:textId="77777777" w:rsidR="00F76774" w:rsidRPr="002D5D70" w:rsidRDefault="00F76774" w:rsidP="00F76774">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39A90671" w14:textId="77777777" w:rsidR="00F76774" w:rsidRPr="002D5D70" w:rsidRDefault="00F76774" w:rsidP="00F76774">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2468E9B4" w14:textId="77777777" w:rsidR="00F76774" w:rsidRPr="002D5D70" w:rsidRDefault="00F76774" w:rsidP="00F76774">
      <w:pPr>
        <w:rPr>
          <w:rFonts w:asciiTheme="minorHAnsi" w:hAnsiTheme="minorHAnsi" w:cstheme="minorHAnsi"/>
          <w:sz w:val="20"/>
          <w:szCs w:val="20"/>
        </w:rPr>
      </w:pPr>
    </w:p>
    <w:p w14:paraId="67DA7142" w14:textId="77777777" w:rsidR="00F76774" w:rsidRPr="002D5D70" w:rsidRDefault="00F76774" w:rsidP="00F76774">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4237ED22" w14:textId="77777777" w:rsidR="00F76774" w:rsidRPr="002D5D70" w:rsidRDefault="00F76774" w:rsidP="00F76774">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76910A5D" w14:textId="77777777" w:rsidR="00F76774" w:rsidRPr="002D5D70" w:rsidRDefault="00F76774" w:rsidP="00F76774">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354789E5" w14:textId="77777777" w:rsidR="00F76774" w:rsidRPr="002D5D70" w:rsidRDefault="00F76774" w:rsidP="00F76774">
      <w:pPr>
        <w:pStyle w:val="Body"/>
        <w:spacing w:line="288" w:lineRule="auto"/>
        <w:rPr>
          <w:rFonts w:asciiTheme="minorHAnsi" w:hAnsiTheme="minorHAnsi" w:cstheme="minorHAnsi"/>
          <w:b/>
          <w:bCs/>
        </w:rPr>
      </w:pPr>
    </w:p>
    <w:p w14:paraId="1481F6A1" w14:textId="77777777" w:rsidR="00F76774" w:rsidRPr="002D5D70" w:rsidRDefault="00F76774" w:rsidP="00F76774">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58DF2932" w14:textId="77777777" w:rsidR="00F76774" w:rsidRDefault="00F76774" w:rsidP="00F76774">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Cellular Plasticity in Cancer</w:t>
      </w:r>
    </w:p>
    <w:p w14:paraId="043C518A" w14:textId="77777777" w:rsidR="00F76774" w:rsidRPr="002D5D70" w:rsidRDefault="00F76774" w:rsidP="00F76774">
      <w:pPr>
        <w:pStyle w:val="Body"/>
        <w:spacing w:line="288" w:lineRule="auto"/>
        <w:rPr>
          <w:rFonts w:asciiTheme="minorHAnsi" w:hAnsiTheme="minorHAnsi" w:cstheme="minorHAnsi"/>
          <w:b/>
          <w:bCs/>
          <w:color w:val="auto"/>
        </w:rPr>
      </w:pPr>
    </w:p>
    <w:p w14:paraId="1910BD9A" w14:textId="77777777" w:rsidR="00F76774" w:rsidRPr="002D5D70" w:rsidRDefault="00F76774" w:rsidP="00F76774">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324685B4" w14:textId="77777777" w:rsidR="00F76774" w:rsidRPr="002D5D70" w:rsidRDefault="00F76774" w:rsidP="00F76774">
      <w:pPr>
        <w:pStyle w:val="Body"/>
        <w:spacing w:line="288" w:lineRule="auto"/>
        <w:rPr>
          <w:rFonts w:asciiTheme="minorHAnsi" w:hAnsiTheme="minorHAnsi" w:cstheme="minorHAnsi"/>
          <w:b/>
          <w:bCs/>
          <w:color w:val="auto"/>
        </w:rPr>
      </w:pPr>
    </w:p>
    <w:p w14:paraId="56840C2D" w14:textId="77777777" w:rsidR="00F76774" w:rsidRDefault="00F76774" w:rsidP="00F76774">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Cellular Plasticity in Cancer</w:t>
      </w:r>
      <w:r w:rsidRPr="002D5D70">
        <w:rPr>
          <w:rFonts w:asciiTheme="minorHAnsi" w:hAnsiTheme="minorHAnsi" w:cstheme="minorHAnsi"/>
        </w:rPr>
        <w:br/>
      </w:r>
    </w:p>
    <w:p w14:paraId="22D4069F" w14:textId="77777777" w:rsidR="00F76774" w:rsidRDefault="00F76774" w:rsidP="00F76774">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3B0EC74C" w14:textId="77777777" w:rsidR="00F76774" w:rsidRDefault="00F76774" w:rsidP="00F76774">
      <w:pPr>
        <w:spacing w:line="288" w:lineRule="auto"/>
        <w:ind w:left="720"/>
        <w:rPr>
          <w:rFonts w:asciiTheme="minorHAnsi" w:hAnsiTheme="minorHAnsi" w:cstheme="minorHAnsi"/>
          <w:sz w:val="20"/>
          <w:szCs w:val="20"/>
        </w:rPr>
      </w:pPr>
    </w:p>
    <w:p w14:paraId="410077AA" w14:textId="77777777" w:rsidR="00F76774" w:rsidRDefault="00F76774" w:rsidP="00F76774">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Biology of Cancer and Aging</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Clinical and Translational Medicine</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Cellular Plasticity in Cancer</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49FB926B" w14:textId="77777777" w:rsidR="00F76774" w:rsidRDefault="00F76774" w:rsidP="00F76774">
      <w:pPr>
        <w:spacing w:line="288" w:lineRule="auto"/>
        <w:ind w:left="720"/>
        <w:rPr>
          <w:rFonts w:asciiTheme="minorHAnsi" w:hAnsiTheme="minorHAnsi" w:cstheme="minorHAnsi"/>
          <w:sz w:val="20"/>
          <w:szCs w:val="20"/>
        </w:rPr>
      </w:pPr>
    </w:p>
    <w:p w14:paraId="532CEEA8" w14:textId="77777777" w:rsidR="00F76774" w:rsidRPr="002D5D70" w:rsidRDefault="00F76774" w:rsidP="00F76774">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HKU The University of Hong Kong</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Hong Kong</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May 4,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7DCC906C" w14:textId="77777777" w:rsidR="00F76774" w:rsidRPr="002D5D70" w:rsidRDefault="00F76774" w:rsidP="00F76774">
      <w:pPr>
        <w:spacing w:line="288" w:lineRule="auto"/>
        <w:ind w:left="720"/>
        <w:rPr>
          <w:rFonts w:asciiTheme="minorHAnsi" w:hAnsiTheme="minorHAnsi" w:cstheme="minorHAnsi"/>
          <w:sz w:val="20"/>
          <w:szCs w:val="20"/>
        </w:rPr>
      </w:pPr>
    </w:p>
    <w:p w14:paraId="2BCD86EE" w14:textId="77777777" w:rsidR="00F76774" w:rsidRPr="002D5D70" w:rsidRDefault="00F76774" w:rsidP="00F76774">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06BE3081" w14:textId="77777777" w:rsidR="00F76774" w:rsidRPr="002D5D70" w:rsidRDefault="00F76774" w:rsidP="00F7677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495788C0" w14:textId="77777777" w:rsidR="00F76774" w:rsidRPr="002D5D70" w:rsidRDefault="00F76774" w:rsidP="00F7677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3E25F6F5" w14:textId="77777777" w:rsidR="00F76774" w:rsidRPr="002D5D70" w:rsidRDefault="00F76774" w:rsidP="00F7677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517FDA3D" w14:textId="77777777" w:rsidR="00F76774" w:rsidRDefault="00F76774" w:rsidP="00F76774">
      <w:pPr>
        <w:pStyle w:val="Body"/>
        <w:spacing w:line="288" w:lineRule="auto"/>
        <w:ind w:left="720"/>
        <w:rPr>
          <w:rFonts w:asciiTheme="minorHAnsi" w:hAnsiTheme="minorHAnsi" w:cstheme="minorHAnsi"/>
        </w:rPr>
      </w:pPr>
    </w:p>
    <w:p w14:paraId="30E429B5" w14:textId="77777777" w:rsidR="00F76774" w:rsidRDefault="00F76774" w:rsidP="00F76774">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3C20CC89" w14:textId="77777777" w:rsidR="00F76774" w:rsidRDefault="00F76774" w:rsidP="00F76774">
      <w:pPr>
        <w:pStyle w:val="Body"/>
        <w:spacing w:line="288" w:lineRule="auto"/>
        <w:ind w:left="720"/>
        <w:rPr>
          <w:rFonts w:asciiTheme="minorHAnsi" w:hAnsiTheme="minorHAnsi" w:cstheme="minorHAnsi"/>
        </w:rPr>
      </w:pPr>
    </w:p>
    <w:p w14:paraId="51537E0F" w14:textId="77777777" w:rsidR="00F76774" w:rsidRDefault="00F76774" w:rsidP="00F76774">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0B17DA92" w14:textId="77777777" w:rsidR="00F76774" w:rsidRDefault="00F76774" w:rsidP="00F76774">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https://events.faseb.org/Cellular-Plasticity-In-Cancer</w:t>
      </w:r>
    </w:p>
    <w:p w14:paraId="2D28D3B4" w14:textId="77777777" w:rsidR="00F76774" w:rsidRPr="00E775C9" w:rsidRDefault="00F76774" w:rsidP="00F76774">
      <w:pPr>
        <w:pStyle w:val="Body"/>
        <w:spacing w:line="288" w:lineRule="auto"/>
        <w:ind w:left="720"/>
        <w:rPr>
          <w:rFonts w:asciiTheme="minorHAnsi" w:hAnsiTheme="minorHAnsi" w:cstheme="minorHAnsi"/>
          <w:b/>
          <w:bCs/>
        </w:rPr>
      </w:pPr>
    </w:p>
    <w:p w14:paraId="124E70DE" w14:textId="77777777" w:rsidR="00F76774" w:rsidRPr="002D5D70" w:rsidRDefault="00F76774" w:rsidP="00F7677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664CAB45" w14:textId="77777777" w:rsidR="00F76774" w:rsidRPr="002D5D70" w:rsidRDefault="00F76774" w:rsidP="00F76774">
      <w:pPr>
        <w:spacing w:line="288" w:lineRule="auto"/>
        <w:ind w:left="720"/>
        <w:rPr>
          <w:rFonts w:asciiTheme="minorHAnsi" w:hAnsiTheme="minorHAnsi" w:cstheme="minorHAnsi"/>
          <w:sz w:val="20"/>
          <w:szCs w:val="20"/>
        </w:rPr>
      </w:pPr>
    </w:p>
    <w:p w14:paraId="26535FDE" w14:textId="77777777" w:rsidR="00F76774" w:rsidRPr="002D5D70" w:rsidRDefault="00F76774" w:rsidP="00F76774">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67918D68" w14:textId="77777777" w:rsidR="00F76774" w:rsidRPr="002D5D70" w:rsidRDefault="00F76774" w:rsidP="00F76774">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55EAACBE" w14:textId="77777777" w:rsidR="00F76774" w:rsidRPr="002D5D70" w:rsidRDefault="00F76774" w:rsidP="00F76774">
      <w:pPr>
        <w:pStyle w:val="Body"/>
        <w:spacing w:line="288" w:lineRule="auto"/>
        <w:rPr>
          <w:rFonts w:asciiTheme="minorHAnsi" w:hAnsiTheme="minorHAnsi" w:cstheme="minorHAnsi"/>
          <w:b/>
          <w:bCs/>
          <w:color w:val="auto"/>
        </w:rPr>
      </w:pPr>
    </w:p>
    <w:p w14:paraId="26F1C653" w14:textId="77777777" w:rsidR="00F76774" w:rsidRDefault="00F76774" w:rsidP="00F76774">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3/9/2025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Cellular Plasticity in Cancer</w:t>
      </w:r>
    </w:p>
    <w:p w14:paraId="245214B4" w14:textId="77777777" w:rsidR="00F76774" w:rsidRPr="002D5D70" w:rsidRDefault="00F76774" w:rsidP="00F76774">
      <w:pPr>
        <w:pStyle w:val="Body"/>
        <w:spacing w:line="288" w:lineRule="auto"/>
        <w:rPr>
          <w:rFonts w:asciiTheme="minorHAnsi" w:hAnsiTheme="minorHAnsi" w:cstheme="minorHAnsi"/>
          <w:b/>
          <w:bCs/>
          <w:color w:val="auto"/>
        </w:rPr>
      </w:pPr>
    </w:p>
    <w:p w14:paraId="7BF0F9DB" w14:textId="77777777" w:rsidR="00F76774" w:rsidRPr="002D5D70" w:rsidRDefault="00F76774" w:rsidP="00F7677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66AE36CD" w14:textId="77777777" w:rsidR="00F76774" w:rsidRPr="002D5D70" w:rsidRDefault="00F76774" w:rsidP="00F76774">
      <w:pPr>
        <w:widowControl/>
        <w:autoSpaceDE/>
        <w:autoSpaceDN/>
        <w:ind w:left="720"/>
        <w:rPr>
          <w:rFonts w:asciiTheme="minorHAnsi" w:hAnsiTheme="minorHAnsi" w:cstheme="minorHAnsi"/>
          <w:sz w:val="20"/>
          <w:szCs w:val="20"/>
        </w:rPr>
      </w:pPr>
    </w:p>
    <w:p w14:paraId="44793435" w14:textId="77777777" w:rsidR="00F76774" w:rsidRPr="002D5D70" w:rsidRDefault="00F76774" w:rsidP="00F76774">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Cellular Plasticity in Cancer</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May 4,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HKU The University of Hong Kong</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Hong Kong</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March 9, 2025</w:t>
      </w:r>
      <w:r w:rsidRPr="002D5D70">
        <w:rPr>
          <w:rFonts w:asciiTheme="minorHAnsi" w:hAnsiTheme="minorHAnsi" w:cstheme="minorHAnsi"/>
          <w:sz w:val="20"/>
          <w:szCs w:val="20"/>
        </w:rPr>
        <w:t>, and you may be selected for a poster presentation or short talk!</w:t>
      </w:r>
    </w:p>
    <w:p w14:paraId="78D4B802" w14:textId="77777777" w:rsidR="00F76774" w:rsidRPr="002D5D70" w:rsidRDefault="00F76774" w:rsidP="00F76774">
      <w:pPr>
        <w:widowControl/>
        <w:autoSpaceDE/>
        <w:autoSpaceDN/>
        <w:ind w:left="720"/>
        <w:rPr>
          <w:rFonts w:asciiTheme="minorHAnsi" w:hAnsiTheme="minorHAnsi" w:cstheme="minorHAnsi"/>
          <w:sz w:val="20"/>
          <w:szCs w:val="20"/>
        </w:rPr>
      </w:pPr>
    </w:p>
    <w:p w14:paraId="13A40E01" w14:textId="77777777" w:rsidR="00F76774" w:rsidRPr="002D5D70" w:rsidRDefault="00F76774" w:rsidP="00F7677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17B9F7C9" w14:textId="77777777" w:rsidR="00F76774" w:rsidRPr="002D5D70" w:rsidRDefault="00F76774" w:rsidP="00F76774">
      <w:pPr>
        <w:widowControl/>
        <w:autoSpaceDE/>
        <w:autoSpaceDN/>
        <w:ind w:left="720"/>
        <w:rPr>
          <w:rFonts w:asciiTheme="minorHAnsi" w:hAnsiTheme="minorHAnsi" w:cstheme="minorHAnsi"/>
          <w:sz w:val="20"/>
          <w:szCs w:val="20"/>
        </w:rPr>
      </w:pPr>
    </w:p>
    <w:p w14:paraId="54638F11" w14:textId="77777777" w:rsidR="00F76774" w:rsidRDefault="00F76774" w:rsidP="00F76774">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https://events.faseb.org/Cellular-Plasticity-In-Cancer</w:t>
      </w:r>
    </w:p>
    <w:p w14:paraId="0A747019" w14:textId="77777777" w:rsidR="00F76774" w:rsidRPr="002D5D70" w:rsidRDefault="00F76774" w:rsidP="00F76774">
      <w:pPr>
        <w:widowControl/>
        <w:autoSpaceDE/>
        <w:autoSpaceDN/>
        <w:ind w:left="720"/>
        <w:rPr>
          <w:rFonts w:asciiTheme="minorHAnsi" w:hAnsiTheme="minorHAnsi" w:cstheme="minorHAnsi"/>
          <w:sz w:val="20"/>
          <w:szCs w:val="20"/>
        </w:rPr>
      </w:pPr>
    </w:p>
    <w:p w14:paraId="2FFD184B" w14:textId="77777777" w:rsidR="00F76774" w:rsidRPr="002D5D70" w:rsidRDefault="00F76774" w:rsidP="00F7677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1B99CB57" w14:textId="77777777" w:rsidR="00F76774" w:rsidRPr="002D5D70" w:rsidRDefault="00F76774" w:rsidP="00F76774">
      <w:pPr>
        <w:widowControl/>
        <w:autoSpaceDE/>
        <w:autoSpaceDN/>
        <w:ind w:left="720"/>
        <w:rPr>
          <w:rFonts w:asciiTheme="minorHAnsi" w:hAnsiTheme="minorHAnsi" w:cstheme="minorHAnsi"/>
          <w:sz w:val="20"/>
          <w:szCs w:val="20"/>
        </w:rPr>
      </w:pPr>
    </w:p>
    <w:p w14:paraId="761A9721" w14:textId="77777777" w:rsidR="00F76774" w:rsidRPr="002D5D70" w:rsidRDefault="00F76774" w:rsidP="00F7677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7524B49C" w14:textId="77777777" w:rsidR="00F76774" w:rsidRPr="002D5D70" w:rsidRDefault="00F76774" w:rsidP="00F76774">
      <w:pPr>
        <w:widowControl/>
        <w:autoSpaceDE/>
        <w:autoSpaceDN/>
        <w:rPr>
          <w:rFonts w:asciiTheme="minorHAnsi" w:hAnsiTheme="minorHAnsi" w:cstheme="minorHAnsi"/>
          <w:sz w:val="20"/>
          <w:szCs w:val="20"/>
        </w:rPr>
      </w:pPr>
    </w:p>
    <w:p w14:paraId="1C31CCF8" w14:textId="77777777" w:rsidR="00F76774" w:rsidRPr="002D5D70" w:rsidRDefault="00F76774" w:rsidP="00F76774">
      <w:pPr>
        <w:rPr>
          <w:rFonts w:asciiTheme="minorHAnsi" w:hAnsiTheme="minorHAnsi" w:cstheme="minorHAnsi"/>
          <w:b/>
          <w:bCs/>
          <w:sz w:val="20"/>
          <w:szCs w:val="20"/>
          <w:u w:val="single"/>
        </w:rPr>
      </w:pPr>
    </w:p>
    <w:p w14:paraId="3D910928" w14:textId="77777777" w:rsidR="00F76774" w:rsidRPr="002D5D70" w:rsidRDefault="00F76774" w:rsidP="00F76774">
      <w:pPr>
        <w:widowControl/>
        <w:autoSpaceDE/>
        <w:autoSpaceDN/>
        <w:rPr>
          <w:rFonts w:asciiTheme="minorHAnsi" w:hAnsiTheme="minorHAnsi" w:cstheme="minorHAnsi"/>
          <w:b/>
          <w:bCs/>
          <w:color w:val="00B0F0"/>
          <w:sz w:val="20"/>
          <w:szCs w:val="20"/>
        </w:rPr>
      </w:pPr>
    </w:p>
    <w:p w14:paraId="00190CD1" w14:textId="77777777" w:rsidR="00F76774" w:rsidRPr="002D5D70" w:rsidRDefault="00F76774" w:rsidP="00F76774">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5C0D53C3" w14:textId="77777777" w:rsidR="00F76774" w:rsidRPr="002D5D70" w:rsidRDefault="00F76774" w:rsidP="00F76774">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065355A2" w14:textId="77777777" w:rsidR="00F76774" w:rsidRPr="002D5D70" w:rsidRDefault="00F76774" w:rsidP="00F76774">
      <w:pPr>
        <w:pStyle w:val="Body"/>
        <w:spacing w:line="288" w:lineRule="auto"/>
        <w:rPr>
          <w:rFonts w:asciiTheme="minorHAnsi" w:hAnsiTheme="minorHAnsi" w:cstheme="minorHAnsi"/>
          <w:b/>
          <w:bCs/>
          <w:color w:val="auto"/>
        </w:rPr>
      </w:pPr>
    </w:p>
    <w:p w14:paraId="4608D748" w14:textId="77777777" w:rsidR="00F76774" w:rsidRPr="002D5D70" w:rsidRDefault="00F76774" w:rsidP="00F76774">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Cellular Plasticity in Cancer</w:t>
      </w:r>
      <w:r>
        <w:rPr>
          <w:rFonts w:asciiTheme="minorHAnsi" w:hAnsiTheme="minorHAnsi" w:cstheme="minorHAnsi"/>
          <w:color w:val="auto"/>
        </w:rPr>
        <w:t xml:space="preserve"> Will Change Your Research</w:t>
      </w:r>
    </w:p>
    <w:p w14:paraId="5C37BE2B" w14:textId="77777777" w:rsidR="00F76774" w:rsidRPr="002D5D70" w:rsidRDefault="00F76774" w:rsidP="00F76774">
      <w:pPr>
        <w:pStyle w:val="Body"/>
        <w:spacing w:line="288" w:lineRule="auto"/>
        <w:rPr>
          <w:rFonts w:asciiTheme="minorHAnsi" w:hAnsiTheme="minorHAnsi" w:cstheme="minorHAnsi"/>
          <w:b/>
          <w:bCs/>
          <w:color w:val="auto"/>
        </w:rPr>
      </w:pPr>
    </w:p>
    <w:p w14:paraId="61876FBB" w14:textId="77777777" w:rsidR="00F76774" w:rsidRPr="002D5D70" w:rsidRDefault="00F76774" w:rsidP="00F7677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23D6394B" w14:textId="77777777" w:rsidR="00F76774" w:rsidRPr="002D5D70" w:rsidRDefault="00F76774" w:rsidP="00F76774">
      <w:pPr>
        <w:spacing w:line="288" w:lineRule="auto"/>
        <w:ind w:left="720"/>
        <w:rPr>
          <w:rFonts w:asciiTheme="minorHAnsi" w:hAnsiTheme="minorHAnsi" w:cstheme="minorHAnsi"/>
          <w:b/>
          <w:bCs/>
          <w:sz w:val="20"/>
          <w:szCs w:val="20"/>
        </w:rPr>
      </w:pPr>
    </w:p>
    <w:p w14:paraId="6C60BC59" w14:textId="77777777" w:rsidR="00F76774" w:rsidRPr="002D5D70" w:rsidRDefault="00F76774" w:rsidP="00F7677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HKU The University of Hong Kong</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Hong Kong</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May 4, 2025</w:t>
      </w:r>
      <w:r w:rsidRPr="002D5D70">
        <w:rPr>
          <w:rFonts w:asciiTheme="minorHAnsi" w:hAnsiTheme="minorHAnsi" w:cstheme="minorHAnsi"/>
          <w:sz w:val="20"/>
          <w:szCs w:val="20"/>
        </w:rPr>
        <w:t xml:space="preserve"> to discuss emerging research and network with our colleagues.</w:t>
      </w:r>
    </w:p>
    <w:p w14:paraId="562694D2" w14:textId="77777777" w:rsidR="00F76774" w:rsidRPr="002D5D70" w:rsidRDefault="00F76774" w:rsidP="00F76774">
      <w:pPr>
        <w:spacing w:line="288" w:lineRule="auto"/>
        <w:ind w:left="720"/>
        <w:rPr>
          <w:rFonts w:asciiTheme="minorHAnsi" w:hAnsiTheme="minorHAnsi" w:cstheme="minorHAnsi"/>
          <w:sz w:val="20"/>
          <w:szCs w:val="20"/>
        </w:rPr>
      </w:pPr>
    </w:p>
    <w:p w14:paraId="21282B1C" w14:textId="77777777" w:rsidR="00F76774" w:rsidRDefault="00F76774" w:rsidP="00F7677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1D0A9D74" w14:textId="77777777" w:rsidR="00F76774" w:rsidRDefault="00F76774" w:rsidP="00F76774">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3B471B2C" w14:textId="77777777" w:rsidR="00F76774" w:rsidRPr="002D5D70" w:rsidRDefault="00F76774" w:rsidP="00F76774">
      <w:pPr>
        <w:spacing w:line="288" w:lineRule="auto"/>
        <w:ind w:left="720"/>
        <w:rPr>
          <w:rFonts w:asciiTheme="minorHAnsi" w:hAnsiTheme="minorHAnsi" w:cstheme="minorHAnsi"/>
          <w:sz w:val="20"/>
          <w:szCs w:val="20"/>
        </w:rPr>
      </w:pPr>
    </w:p>
    <w:p w14:paraId="31EA2B05" w14:textId="77777777" w:rsidR="00F76774" w:rsidRPr="002D5D70" w:rsidRDefault="00F76774" w:rsidP="00F7677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7F8135F4" w14:textId="77777777" w:rsidR="00F76774" w:rsidRPr="002D5D70" w:rsidRDefault="00F76774" w:rsidP="00F76774">
      <w:pPr>
        <w:spacing w:line="288" w:lineRule="auto"/>
        <w:ind w:left="720"/>
        <w:rPr>
          <w:rFonts w:asciiTheme="minorHAnsi" w:hAnsiTheme="minorHAnsi" w:cstheme="minorHAnsi"/>
          <w:b/>
          <w:bCs/>
          <w:i/>
          <w:iCs/>
          <w:sz w:val="20"/>
          <w:szCs w:val="20"/>
        </w:rPr>
      </w:pPr>
    </w:p>
    <w:p w14:paraId="1AFFDB5D" w14:textId="77777777" w:rsidR="00F76774" w:rsidRPr="002D5D70" w:rsidRDefault="00F76774" w:rsidP="00F76774">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3/23/2025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648F2CDD" w14:textId="77777777" w:rsidR="00F76774" w:rsidRDefault="00F76774" w:rsidP="00F76774">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https://events.faseb.org/Cellular-Plasticity-In-Cancer</w:t>
      </w:r>
    </w:p>
    <w:p w14:paraId="63B90F52" w14:textId="77777777" w:rsidR="00F76774" w:rsidRPr="002D5D70" w:rsidRDefault="00F76774" w:rsidP="00F76774">
      <w:pPr>
        <w:spacing w:line="288" w:lineRule="auto"/>
        <w:ind w:left="720"/>
        <w:rPr>
          <w:rFonts w:asciiTheme="minorHAnsi" w:hAnsiTheme="minorHAnsi" w:cstheme="minorHAnsi"/>
          <w:b/>
          <w:bCs/>
          <w:sz w:val="20"/>
          <w:szCs w:val="20"/>
        </w:rPr>
      </w:pPr>
    </w:p>
    <w:p w14:paraId="4D8DB25A" w14:textId="77777777" w:rsidR="00F76774" w:rsidRPr="002D5D70" w:rsidRDefault="00F76774" w:rsidP="00F7677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5000004F" w14:textId="77777777" w:rsidR="00F76774" w:rsidRPr="002D5D70" w:rsidRDefault="00F76774" w:rsidP="00F76774">
      <w:pPr>
        <w:spacing w:line="288" w:lineRule="auto"/>
        <w:ind w:left="720"/>
        <w:rPr>
          <w:rFonts w:asciiTheme="minorHAnsi" w:hAnsiTheme="minorHAnsi" w:cstheme="minorHAnsi"/>
          <w:b/>
          <w:bCs/>
          <w:sz w:val="20"/>
          <w:szCs w:val="20"/>
        </w:rPr>
      </w:pPr>
    </w:p>
    <w:p w14:paraId="2B18B9D5" w14:textId="77777777" w:rsidR="00F76774" w:rsidRPr="002D5D70" w:rsidRDefault="00F76774" w:rsidP="00F7677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sectPr w:rsidR="00F76774" w:rsidRPr="002D5D70"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310468"/>
    <w:rsid w:val="00B83857"/>
    <w:rsid w:val="00DC3DB5"/>
    <w:rsid w:val="00F76774"/>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9C3CF1-CF7A-46D4-860C-E5B420099A2F}"/>
</file>

<file path=customXml/itemProps2.xml><?xml version="1.0" encoding="utf-8"?>
<ds:datastoreItem xmlns:ds="http://schemas.openxmlformats.org/officeDocument/2006/customXml" ds:itemID="{C6E60AC7-78D8-4256-AA1A-601DCA4CB1C1}"/>
</file>

<file path=customXml/itemProps3.xml><?xml version="1.0" encoding="utf-8"?>
<ds:datastoreItem xmlns:ds="http://schemas.openxmlformats.org/officeDocument/2006/customXml" ds:itemID="{C8FA0A66-1ADA-41E5-85E7-75411800A95E}"/>
</file>

<file path=docProps/app.xml><?xml version="1.0" encoding="utf-8"?>
<Properties xmlns="http://schemas.openxmlformats.org/officeDocument/2006/extended-properties" xmlns:vt="http://schemas.openxmlformats.org/officeDocument/2006/docPropsVTypes">
  <Template>SRC.dotx</Template>
  <TotalTime>1</TotalTime>
  <Pages>4</Pages>
  <Words>705</Words>
  <Characters>4058</Characters>
  <Application>Microsoft Office Word</Application>
  <DocSecurity>0</DocSecurity>
  <Lines>104</Lines>
  <Paragraphs>47</Paragraphs>
  <ScaleCrop>false</ScaleCrop>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2024-11-19T21:13:00Z</dcterms:created>
  <dcterms:modified xsi:type="dcterms:W3CDTF">2024-11-19T21:13:00Z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